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40" w:rsidRPr="00AC0B2A" w:rsidRDefault="005B7C40" w:rsidP="005B7C40">
      <w:pPr>
        <w:widowControl w:val="0"/>
        <w:spacing w:line="240" w:lineRule="atLeast"/>
        <w:rPr>
          <w:rFonts w:ascii="Arial" w:hAnsi="Arial" w:cs="Arial"/>
          <w:bCs/>
          <w:sz w:val="20"/>
          <w:szCs w:val="20"/>
        </w:rPr>
      </w:pPr>
    </w:p>
    <w:p w:rsidR="005B7C40" w:rsidRDefault="005B7C40" w:rsidP="005B7C40">
      <w:pPr>
        <w:widowControl w:val="0"/>
        <w:spacing w:line="240" w:lineRule="atLeast"/>
        <w:rPr>
          <w:rFonts w:ascii="Arial" w:hAnsi="Arial" w:cs="Arial"/>
          <w:bCs/>
          <w:sz w:val="20"/>
          <w:szCs w:val="20"/>
        </w:rPr>
      </w:pPr>
    </w:p>
    <w:p w:rsidR="005B7C40" w:rsidRPr="00AC0B2A" w:rsidRDefault="005B7C40" w:rsidP="005B7C40">
      <w:pPr>
        <w:widowControl w:val="0"/>
        <w:spacing w:line="240" w:lineRule="atLeast"/>
        <w:rPr>
          <w:rFonts w:ascii="Arial" w:hAnsi="Arial" w:cs="Arial"/>
          <w:bCs/>
          <w:sz w:val="20"/>
          <w:szCs w:val="20"/>
        </w:rPr>
      </w:pPr>
    </w:p>
    <w:p w:rsidR="005B7C40" w:rsidRPr="005B7C40" w:rsidRDefault="00A120D5" w:rsidP="005B7C40">
      <w:pPr>
        <w:pStyle w:val="EinfacherAbsatz"/>
        <w:spacing w:line="24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color w:val="auto"/>
          <w:sz w:val="20"/>
          <w:szCs w:val="20"/>
          <w:lang w:val="en-US" w:eastAsia="en-US"/>
        </w:rPr>
        <mc:AlternateContent>
          <mc:Choice Requires="wps">
            <w:drawing>
              <wp:inline distT="0" distB="0" distL="0" distR="0">
                <wp:extent cx="3115310" cy="1514475"/>
                <wp:effectExtent l="4445" t="4445" r="4445" b="0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C40" w:rsidRPr="00685C92" w:rsidRDefault="005B7C40" w:rsidP="00CB7BEB">
                            <w:pPr>
                              <w:rPr>
                                <w:rFonts w:ascii="Lucida Sans" w:hAnsi="Lucida Sans" w:cs="Lucida Grande"/>
                                <w:color w:val="002D5C"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color w:val="002D5C"/>
                                <w:sz w:val="11"/>
                                <w:szCs w:val="11"/>
                              </w:rPr>
                              <w:t>Medizinische Fakultät</w:t>
                            </w:r>
                            <w:r w:rsidRPr="00C72168">
                              <w:rPr>
                                <w:rFonts w:ascii="Lucida Sans" w:hAnsi="Lucida Sans" w:cs="Lucida Grande"/>
                                <w:color w:val="002D5C"/>
                                <w:sz w:val="11"/>
                                <w:szCs w:val="11"/>
                              </w:rPr>
                              <w:t xml:space="preserve">, </w:t>
                            </w:r>
                            <w:r w:rsidR="00CB7BEB">
                              <w:rPr>
                                <w:rFonts w:ascii="Lucida Sans" w:hAnsi="Lucida Sans" w:cs="Lucida Grande"/>
                                <w:color w:val="002D5C"/>
                                <w:sz w:val="11"/>
                                <w:szCs w:val="11"/>
                              </w:rPr>
                              <w:t xml:space="preserve">Gerhart-Hauptmann-Str. </w:t>
                            </w:r>
                            <w:r w:rsidRPr="00685C92">
                              <w:rPr>
                                <w:rFonts w:ascii="Lucida Sans" w:hAnsi="Lucida Sans" w:cs="Lucida Grande"/>
                                <w:color w:val="002D5C"/>
                                <w:sz w:val="11"/>
                                <w:szCs w:val="11"/>
                                <w:lang w:val="en-US"/>
                              </w:rPr>
                              <w:t>35, 39108 Magdeburg</w:t>
                            </w:r>
                          </w:p>
                          <w:p w:rsidR="005B7C40" w:rsidRPr="00685C92" w:rsidRDefault="005B7C40" w:rsidP="00001F12">
                            <w:pPr>
                              <w:widowControl w:val="0"/>
                              <w:spacing w:line="260" w:lineRule="auto"/>
                              <w:rPr>
                                <w:lang w:val="en-US"/>
                              </w:rPr>
                            </w:pPr>
                          </w:p>
                          <w:p w:rsidR="00F50B65" w:rsidRDefault="00A038C8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J</w:t>
                            </w:r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ournal of Visualized Experiments </w:t>
                            </w:r>
                          </w:p>
                          <w:p w:rsidR="00CA6A6B" w:rsidRDefault="00CA6A6B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CA6A6B" w:rsidRPr="00685C92" w:rsidRDefault="00CA6A6B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Editorial Board</w:t>
                            </w:r>
                          </w:p>
                          <w:p w:rsidR="00745E5F" w:rsidRPr="00685C92" w:rsidRDefault="00745E5F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745E5F" w:rsidRPr="00685C92" w:rsidRDefault="00745E5F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F50B65" w:rsidRPr="00685C92" w:rsidRDefault="00F50B65" w:rsidP="00001F12">
                            <w:pPr>
                              <w:widowControl w:val="0"/>
                              <w:spacing w:line="260" w:lineRule="auto"/>
                              <w:rPr>
                                <w:rFonts w:ascii="Lucida Sans" w:hAnsi="Lucida Sans" w:cs="Lucida Grand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245.3pt;height:1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" filled="f" stroked="f">
                <v:textbox inset=",7.2pt,,7.2pt">
                  <w:txbxContent>
                    <w:p w:rsidR="005B7C40" w:rsidRPr="00685C92" w:rsidRDefault="005B7C40" w:rsidP="00CB7BEB">
                      <w:pPr>
                        <w:rPr>
                          <w:rFonts w:ascii="Lucida Sans" w:hAnsi="Lucida Sans" w:cs="Lucida Grande"/>
                          <w:color w:val="002D5C"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Lucida Sans" w:hAnsi="Lucida Sans" w:cs="Lucida Grande"/>
                          <w:color w:val="002D5C"/>
                          <w:sz w:val="11"/>
                          <w:szCs w:val="11"/>
                        </w:rPr>
                        <w:t>Medizinische Fakultät</w:t>
                      </w:r>
                      <w:r w:rsidRPr="00C72168">
                        <w:rPr>
                          <w:rFonts w:ascii="Lucida Sans" w:hAnsi="Lucida Sans" w:cs="Lucida Grande"/>
                          <w:color w:val="002D5C"/>
                          <w:sz w:val="11"/>
                          <w:szCs w:val="11"/>
                        </w:rPr>
                        <w:t xml:space="preserve">, </w:t>
                      </w:r>
                      <w:r w:rsidR="00CB7BEB">
                        <w:rPr>
                          <w:rFonts w:ascii="Lucida Sans" w:hAnsi="Lucida Sans" w:cs="Lucida Grande"/>
                          <w:color w:val="002D5C"/>
                          <w:sz w:val="11"/>
                          <w:szCs w:val="11"/>
                        </w:rPr>
                        <w:t xml:space="preserve">Gerhart-Hauptmann-Str. </w:t>
                      </w:r>
                      <w:r w:rsidRPr="00685C92">
                        <w:rPr>
                          <w:rFonts w:ascii="Lucida Sans" w:hAnsi="Lucida Sans" w:cs="Lucida Grande"/>
                          <w:color w:val="002D5C"/>
                          <w:sz w:val="11"/>
                          <w:szCs w:val="11"/>
                          <w:lang w:val="en-US"/>
                        </w:rPr>
                        <w:t>35, 39108 Magdeburg</w:t>
                      </w:r>
                    </w:p>
                    <w:p w:rsidR="005B7C40" w:rsidRPr="00685C92" w:rsidRDefault="005B7C40" w:rsidP="00001F12">
                      <w:pPr>
                        <w:widowControl w:val="0"/>
                        <w:spacing w:line="260" w:lineRule="auto"/>
                        <w:rPr>
                          <w:lang w:val="en-US"/>
                        </w:rPr>
                      </w:pPr>
                    </w:p>
                    <w:p w:rsidR="00F50B65" w:rsidRDefault="00A038C8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  <w:t>J</w:t>
                      </w:r>
                      <w:r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ournal of Visualized Experiments </w:t>
                      </w:r>
                    </w:p>
                    <w:p w:rsidR="00CA6A6B" w:rsidRDefault="00CA6A6B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CA6A6B" w:rsidRPr="00685C92" w:rsidRDefault="00CA6A6B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  <w:t>Editorial Board</w:t>
                      </w:r>
                    </w:p>
                    <w:p w:rsidR="00745E5F" w:rsidRPr="00685C92" w:rsidRDefault="00745E5F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745E5F" w:rsidRPr="00685C92" w:rsidRDefault="00745E5F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F50B65" w:rsidRPr="00685C92" w:rsidRDefault="00F50B65" w:rsidP="00001F12">
                      <w:pPr>
                        <w:widowControl w:val="0"/>
                        <w:spacing w:line="260" w:lineRule="auto"/>
                        <w:rPr>
                          <w:rFonts w:ascii="Lucida Sans" w:hAnsi="Lucida Sans" w:cs="Lucida Grande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color w:val="002D5C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>
                <wp:simplePos x="0" y="0"/>
                <wp:positionH relativeFrom="page">
                  <wp:posOffset>5334000</wp:posOffset>
                </wp:positionH>
                <wp:positionV relativeFrom="page">
                  <wp:posOffset>1390650</wp:posOffset>
                </wp:positionV>
                <wp:extent cx="2057400" cy="274320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5B7C40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</w:pPr>
                            <w:r w:rsidRPr="00D51F33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  <w:t>Universitäts</w:t>
                            </w:r>
                            <w:r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  <w:t>frauen</w:t>
                            </w:r>
                            <w:r w:rsidRPr="00D51F33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  <w:t>klinik</w:t>
                            </w:r>
                          </w:p>
                          <w:p w:rsidR="005B7C40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</w:pPr>
                          </w:p>
                          <w:p w:rsidR="005B7C40" w:rsidRPr="00966542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18"/>
                                <w:szCs w:val="18"/>
                              </w:rPr>
                            </w:pPr>
                            <w:r w:rsidRPr="00966542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18"/>
                                <w:szCs w:val="18"/>
                              </w:rPr>
                              <w:t>Experimentelle Gynäkologie und Geburtshilfe</w:t>
                            </w:r>
                          </w:p>
                          <w:p w:rsidR="005B7C40" w:rsidRPr="00D51F33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162C62"/>
                                <w:sz w:val="20"/>
                                <w:szCs w:val="20"/>
                              </w:rPr>
                            </w:pPr>
                          </w:p>
                          <w:p w:rsidR="005B7C40" w:rsidRDefault="00A038C8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t xml:space="preserve">Prof. Ana Claudia </w:t>
                            </w:r>
                            <w:proofErr w:type="spellStart"/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t>Zenclussen</w:t>
                            </w:r>
                            <w:proofErr w:type="spellEnd"/>
                          </w:p>
                          <w:p w:rsidR="005B7C40" w:rsidRPr="0008052D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pacing w:val="-4"/>
                                <w:sz w:val="20"/>
                                <w:szCs w:val="20"/>
                              </w:rPr>
                            </w:pPr>
                          </w:p>
                          <w:p w:rsidR="005B7C40" w:rsidRPr="005B7C40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5B7C40">
                              <w:rPr>
                                <w:rFonts w:ascii="Lucida Sans" w:hAnsi="Lucida Sans" w:cs="Lucida Grande"/>
                                <w:color w:val="474746"/>
                                <w:spacing w:val="-4"/>
                                <w:sz w:val="14"/>
                                <w:szCs w:val="14"/>
                              </w:rPr>
                              <w:t>Otto-von-Guericke Universität</w:t>
                            </w:r>
                          </w:p>
                          <w:p w:rsidR="005B7C40" w:rsidRPr="00D51F33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color w:val="474746"/>
                                <w:spacing w:val="-4"/>
                                <w:sz w:val="14"/>
                                <w:szCs w:val="14"/>
                              </w:rPr>
                              <w:t>Medizinische Fakultät</w:t>
                            </w:r>
                          </w:p>
                          <w:p w:rsidR="005B7C40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Gerhart-Hauptmann-</w:t>
                            </w:r>
                            <w:r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 xml:space="preserve">Str. </w:t>
                            </w:r>
                            <w:r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35</w:t>
                            </w:r>
                          </w:p>
                          <w:p w:rsidR="005B7C40" w:rsidRPr="00D51F33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3910</w:t>
                            </w:r>
                            <w:r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8</w:t>
                            </w:r>
                            <w:r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 xml:space="preserve"> Magdeburg</w:t>
                            </w:r>
                          </w:p>
                          <w:p w:rsidR="005B7C40" w:rsidRPr="00D51F33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Telefon: +49 391 67-</w:t>
                            </w:r>
                            <w:r w:rsidR="00393B9D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175</w:t>
                            </w:r>
                            <w:r w:rsidR="002763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  <w:p w:rsidR="005B7C40" w:rsidRPr="00D51F33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Telefax: +49 391 67-</w:t>
                            </w:r>
                            <w:r w:rsidR="00393B9D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17444</w:t>
                            </w:r>
                          </w:p>
                          <w:p w:rsidR="005B7C40" w:rsidRDefault="005B7C40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</w:p>
                          <w:p w:rsidR="005B7C40" w:rsidRPr="00D51F33" w:rsidRDefault="00A038C8" w:rsidP="005B7C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ana</w:t>
                            </w:r>
                            <w:r w:rsidR="002763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zenclussen</w:t>
                            </w:r>
                            <w:r w:rsidR="005B7C40" w:rsidRPr="00D51F3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@</w:t>
                            </w:r>
                            <w:r w:rsidR="005B7C40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>med.ovgu.de</w:t>
                            </w:r>
                          </w:p>
                          <w:p w:rsidR="005B7C40" w:rsidRDefault="00516C1B" w:rsidP="005B7C40">
                            <w:pPr>
                              <w:spacing w:line="200" w:lineRule="atLeast"/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</w:pPr>
                            <w:r w:rsidRPr="00C72168"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="005B7C40" w:rsidRPr="00C72168"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instrText xml:space="preserve">www.med.uni-magdeburg.de" </w:instrText>
                            </w:r>
                            <w:r w:rsidRPr="00C72168"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5B7C40" w:rsidRPr="00C72168">
                              <w:rPr>
                                <w:rStyle w:val="Hyperlink"/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t>www.med.uni-magdeburg.de</w:t>
                            </w:r>
                            <w:r w:rsidRPr="00C72168"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fldChar w:fldCharType="end"/>
                            </w:r>
                            <w:hyperlink r:id="rId8" w:history="1">
                              <w:r w:rsidR="005B7C40" w:rsidRPr="00BC0013">
                                <w:rPr>
                                  <w:rStyle w:val="Hyperlink"/>
                                  <w:rFonts w:ascii="Lucida Sans" w:hAnsi="Lucida Sans" w:cs="Lucida Grande"/>
                                  <w:b/>
                                  <w:bCs/>
                                  <w:sz w:val="14"/>
                                  <w:szCs w:val="14"/>
                                </w:rPr>
                                <w:t>www.med.uni-magdeburg.de</w:t>
                              </w:r>
                            </w:hyperlink>
                          </w:p>
                          <w:p w:rsidR="005B7C40" w:rsidRDefault="005B7C40" w:rsidP="005B7C40">
                            <w:pPr>
                              <w:spacing w:line="200" w:lineRule="atLeast"/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420pt;margin-top:109.5pt;width:162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" o:allowoverlap="f" filled="f" stroked="f">
                <v:path arrowok="t"/>
                <v:textbox>
                  <w:txbxContent>
                    <w:p w:rsidR="005B7C40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</w:pPr>
                      <w:r w:rsidRPr="00D51F33"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  <w:t>Universitäts</w:t>
                      </w:r>
                      <w:r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  <w:t>frauen</w:t>
                      </w:r>
                      <w:r w:rsidRPr="00D51F33"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  <w:t>klinik</w:t>
                      </w:r>
                    </w:p>
                    <w:p w:rsidR="005B7C40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</w:pPr>
                    </w:p>
                    <w:p w:rsidR="005B7C40" w:rsidRPr="00966542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18"/>
                          <w:szCs w:val="18"/>
                        </w:rPr>
                      </w:pPr>
                      <w:r w:rsidRPr="00966542"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18"/>
                          <w:szCs w:val="18"/>
                        </w:rPr>
                        <w:t>Experimentelle Gynäkologie und Geburtshilfe</w:t>
                      </w:r>
                    </w:p>
                    <w:p w:rsidR="005B7C40" w:rsidRPr="00D51F33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162C62"/>
                          <w:sz w:val="20"/>
                          <w:szCs w:val="20"/>
                        </w:rPr>
                      </w:pPr>
                    </w:p>
                    <w:p w:rsidR="005B7C40" w:rsidRDefault="00A038C8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t xml:space="preserve">Prof. Ana Claudia </w:t>
                      </w:r>
                      <w:proofErr w:type="spellStart"/>
                      <w:r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t>Zenclussen</w:t>
                      </w:r>
                      <w:proofErr w:type="spellEnd"/>
                    </w:p>
                    <w:p w:rsidR="005B7C40" w:rsidRPr="0008052D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pacing w:val="-4"/>
                          <w:sz w:val="20"/>
                          <w:szCs w:val="20"/>
                        </w:rPr>
                      </w:pPr>
                    </w:p>
                    <w:p w:rsidR="005B7C40" w:rsidRPr="005B7C40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pacing w:val="-4"/>
                          <w:sz w:val="14"/>
                          <w:szCs w:val="14"/>
                        </w:rPr>
                      </w:pPr>
                      <w:r w:rsidRPr="005B7C40">
                        <w:rPr>
                          <w:rFonts w:ascii="Lucida Sans" w:hAnsi="Lucida Sans" w:cs="Lucida Grande"/>
                          <w:color w:val="474746"/>
                          <w:spacing w:val="-4"/>
                          <w:sz w:val="14"/>
                          <w:szCs w:val="14"/>
                        </w:rPr>
                        <w:t>Otto-von-Guericke Universität</w:t>
                      </w:r>
                    </w:p>
                    <w:p w:rsidR="005B7C40" w:rsidRPr="00D51F33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 Grande"/>
                          <w:color w:val="474746"/>
                          <w:spacing w:val="-4"/>
                          <w:sz w:val="14"/>
                          <w:szCs w:val="14"/>
                        </w:rPr>
                        <w:t>Medizinische Fakultät</w:t>
                      </w:r>
                    </w:p>
                    <w:p w:rsidR="005B7C40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Gerhart-Hauptmann-</w:t>
                      </w:r>
                      <w:r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 xml:space="preserve">Str. </w:t>
                      </w:r>
                      <w:r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35</w:t>
                      </w:r>
                    </w:p>
                    <w:p w:rsidR="005B7C40" w:rsidRPr="00D51F33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3910</w:t>
                      </w:r>
                      <w:r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8</w:t>
                      </w:r>
                      <w:r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 xml:space="preserve"> Magdeburg</w:t>
                      </w:r>
                    </w:p>
                    <w:p w:rsidR="005B7C40" w:rsidRPr="00D51F33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Telefon: +49 391 67-</w:t>
                      </w:r>
                      <w:r w:rsidR="00393B9D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175</w:t>
                      </w:r>
                      <w:r w:rsidR="002763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08</w:t>
                      </w:r>
                    </w:p>
                    <w:p w:rsidR="005B7C40" w:rsidRPr="00D51F33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Telefax: +49 391 67-</w:t>
                      </w:r>
                      <w:r w:rsidR="00393B9D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17444</w:t>
                      </w:r>
                    </w:p>
                    <w:p w:rsidR="005B7C40" w:rsidRDefault="005B7C40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</w:p>
                    <w:p w:rsidR="005B7C40" w:rsidRPr="00D51F33" w:rsidRDefault="00A038C8" w:rsidP="005B7C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ana</w:t>
                      </w:r>
                      <w:r w:rsidR="002763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zenclussen</w:t>
                      </w:r>
                      <w:r w:rsidR="005B7C40" w:rsidRPr="00D51F3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@</w:t>
                      </w:r>
                      <w:r w:rsidR="005B7C40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>med.ovgu.de</w:t>
                      </w:r>
                    </w:p>
                    <w:p w:rsidR="005B7C40" w:rsidRDefault="00516C1B" w:rsidP="005B7C40">
                      <w:pPr>
                        <w:spacing w:line="200" w:lineRule="atLeast"/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</w:pPr>
                      <w:r w:rsidRPr="00C72168"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fldChar w:fldCharType="begin"/>
                      </w:r>
                      <w:r w:rsidR="005B7C40" w:rsidRPr="00C72168"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instrText xml:space="preserve">www.med.uni-magdeburg.de" </w:instrText>
                      </w:r>
                      <w:r w:rsidRPr="00C72168"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fldChar w:fldCharType="separate"/>
                      </w:r>
                      <w:r w:rsidR="005B7C40" w:rsidRPr="00C72168">
                        <w:rPr>
                          <w:rStyle w:val="Hyperlink"/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t>www.med.uni-magdeburg.de</w:t>
                      </w:r>
                      <w:r w:rsidRPr="00C72168"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fldChar w:fldCharType="end"/>
                      </w:r>
                      <w:hyperlink r:id="rId9" w:history="1">
                        <w:r w:rsidR="005B7C40" w:rsidRPr="00BC0013">
                          <w:rPr>
                            <w:rStyle w:val="Hyperlink"/>
                            <w:rFonts w:ascii="Lucida Sans" w:hAnsi="Lucida Sans" w:cs="Lucida Grande"/>
                            <w:b/>
                            <w:bCs/>
                            <w:sz w:val="14"/>
                            <w:szCs w:val="14"/>
                          </w:rPr>
                          <w:t>www.med.uni-magdeburg.de</w:t>
                        </w:r>
                      </w:hyperlink>
                    </w:p>
                    <w:p w:rsidR="005B7C40" w:rsidRDefault="005B7C40" w:rsidP="005B7C40">
                      <w:pPr>
                        <w:spacing w:line="200" w:lineRule="atLeast"/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5B7C40" w:rsidRPr="0008052D" w:rsidRDefault="005B7C40" w:rsidP="005B7C40">
      <w:pPr>
        <w:widowControl w:val="0"/>
        <w:spacing w:line="240" w:lineRule="atLeast"/>
        <w:rPr>
          <w:rFonts w:ascii="Arial" w:hAnsi="Arial" w:cs="Arial"/>
          <w:bCs/>
          <w:sz w:val="22"/>
          <w:szCs w:val="22"/>
        </w:rPr>
      </w:pPr>
    </w:p>
    <w:p w:rsidR="005B7C40" w:rsidRPr="0008052D" w:rsidRDefault="005B7C40" w:rsidP="005B7C40">
      <w:pPr>
        <w:widowControl w:val="0"/>
        <w:spacing w:line="240" w:lineRule="atLeast"/>
        <w:rPr>
          <w:rFonts w:ascii="Arial" w:hAnsi="Arial" w:cs="Arial"/>
          <w:bCs/>
          <w:sz w:val="22"/>
          <w:szCs w:val="22"/>
        </w:rPr>
      </w:pPr>
    </w:p>
    <w:p w:rsidR="005B7C40" w:rsidRPr="0008052D" w:rsidRDefault="005B7C40" w:rsidP="005B7C40">
      <w:pPr>
        <w:widowControl w:val="0"/>
        <w:spacing w:line="240" w:lineRule="atLeast"/>
        <w:rPr>
          <w:rFonts w:ascii="Arial" w:hAnsi="Arial" w:cs="Arial"/>
          <w:bCs/>
          <w:sz w:val="22"/>
          <w:szCs w:val="22"/>
        </w:rPr>
      </w:pPr>
    </w:p>
    <w:p w:rsidR="0008052D" w:rsidRPr="0008052D" w:rsidRDefault="0008052D" w:rsidP="005B7C40">
      <w:pPr>
        <w:widowControl w:val="0"/>
        <w:spacing w:line="240" w:lineRule="atLeast"/>
        <w:rPr>
          <w:rFonts w:ascii="Arial" w:hAnsi="Arial" w:cs="Arial"/>
          <w:bCs/>
          <w:sz w:val="22"/>
          <w:szCs w:val="22"/>
        </w:rPr>
      </w:pPr>
    </w:p>
    <w:p w:rsidR="005B7C40" w:rsidRDefault="005B7C40" w:rsidP="005B7C40">
      <w:pPr>
        <w:pStyle w:val="EinfacherAbsatz"/>
        <w:tabs>
          <w:tab w:val="left" w:pos="2778"/>
          <w:tab w:val="left" w:pos="4366"/>
          <w:tab w:val="left" w:pos="5613"/>
        </w:tabs>
        <w:spacing w:line="240" w:lineRule="atLeast"/>
        <w:rPr>
          <w:rFonts w:ascii="Lucida Sans" w:hAnsi="Lucida Sans" w:cs="Lucida Grande"/>
          <w:sz w:val="14"/>
          <w:szCs w:val="14"/>
        </w:rPr>
      </w:pPr>
      <w:r w:rsidRPr="00D51F33">
        <w:rPr>
          <w:rFonts w:ascii="Lucida Sans" w:hAnsi="Lucida Sans" w:cs="Lucida Grande"/>
          <w:sz w:val="14"/>
          <w:szCs w:val="14"/>
        </w:rPr>
        <w:t xml:space="preserve">Ihre Zeichen, Ihre Nachricht vom: </w:t>
      </w:r>
      <w:r w:rsidRPr="00D51F33">
        <w:rPr>
          <w:rFonts w:ascii="Lucida Sans" w:hAnsi="Lucida Sans" w:cs="Lucida Grande"/>
          <w:sz w:val="14"/>
          <w:szCs w:val="14"/>
        </w:rPr>
        <w:tab/>
        <w:t>Unsere Zeichen:</w:t>
      </w:r>
      <w:r>
        <w:rPr>
          <w:rFonts w:ascii="Lucida Sans" w:hAnsi="Lucida Sans" w:cs="Lucida Grande"/>
          <w:sz w:val="14"/>
          <w:szCs w:val="14"/>
        </w:rPr>
        <w:tab/>
      </w:r>
      <w:r w:rsidRPr="00D51F33">
        <w:rPr>
          <w:rFonts w:ascii="Lucida Sans" w:hAnsi="Lucida Sans" w:cs="Lucida Grande"/>
          <w:sz w:val="14"/>
          <w:szCs w:val="14"/>
        </w:rPr>
        <w:t>Durchwahl:</w:t>
      </w:r>
      <w:r>
        <w:rPr>
          <w:rFonts w:ascii="Lucida Sans" w:hAnsi="Lucida Sans" w:cs="Lucida Grande"/>
          <w:sz w:val="14"/>
          <w:szCs w:val="14"/>
        </w:rPr>
        <w:tab/>
      </w:r>
      <w:r w:rsidRPr="00D51F33">
        <w:rPr>
          <w:rFonts w:ascii="Lucida Sans" w:hAnsi="Lucida Sans" w:cs="Lucida Grande"/>
          <w:sz w:val="14"/>
          <w:szCs w:val="14"/>
        </w:rPr>
        <w:tab/>
        <w:t>Datum:</w:t>
      </w:r>
    </w:p>
    <w:p w:rsidR="005B7C40" w:rsidRPr="00745E5F" w:rsidRDefault="00066C93" w:rsidP="005B7C40">
      <w:pPr>
        <w:ind w:right="-7"/>
        <w:rPr>
          <w:rFonts w:ascii="Arial" w:hAnsi="Arial" w:cs="Arial"/>
          <w:sz w:val="20"/>
          <w:szCs w:val="20"/>
          <w:lang w:val="en-US"/>
        </w:rPr>
      </w:pP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Pr="00066C93">
        <w:rPr>
          <w:rFonts w:ascii="Arial" w:hAnsi="Arial" w:cs="Arial"/>
          <w:sz w:val="20"/>
          <w:szCs w:val="20"/>
        </w:rPr>
        <w:tab/>
      </w:r>
      <w:r w:rsidR="00A038C8">
        <w:rPr>
          <w:rFonts w:ascii="Arial" w:hAnsi="Arial" w:cs="Arial"/>
          <w:sz w:val="20"/>
          <w:szCs w:val="20"/>
          <w:lang w:val="en-US"/>
        </w:rPr>
        <w:t>June</w:t>
      </w:r>
      <w:r w:rsidR="003D667D">
        <w:rPr>
          <w:rFonts w:ascii="Arial" w:hAnsi="Arial" w:cs="Arial"/>
          <w:sz w:val="20"/>
          <w:szCs w:val="20"/>
          <w:lang w:val="en-US"/>
        </w:rPr>
        <w:t xml:space="preserve">, </w:t>
      </w:r>
      <w:r w:rsidR="00A038C8">
        <w:rPr>
          <w:rFonts w:ascii="Arial" w:hAnsi="Arial" w:cs="Arial"/>
          <w:sz w:val="20"/>
          <w:szCs w:val="20"/>
          <w:lang w:val="en-US"/>
        </w:rPr>
        <w:t>11</w:t>
      </w:r>
      <w:r w:rsidR="003D667D" w:rsidRPr="00E638A9">
        <w:rPr>
          <w:rFonts w:ascii="Arial" w:hAnsi="Arial" w:cs="Arial"/>
          <w:sz w:val="20"/>
          <w:szCs w:val="20"/>
          <w:vertAlign w:val="superscript"/>
          <w:lang w:val="en-US"/>
        </w:rPr>
        <w:t>th</w:t>
      </w:r>
      <w:r w:rsidR="003D667D">
        <w:rPr>
          <w:rFonts w:ascii="Arial" w:hAnsi="Arial" w:cs="Arial"/>
          <w:sz w:val="20"/>
          <w:szCs w:val="20"/>
          <w:lang w:val="en-US"/>
        </w:rPr>
        <w:t xml:space="preserve"> 2018</w:t>
      </w:r>
    </w:p>
    <w:p w:rsidR="00227FFD" w:rsidRPr="00745E5F" w:rsidRDefault="00227FFD" w:rsidP="00227FFD">
      <w:pPr>
        <w:tabs>
          <w:tab w:val="left" w:pos="2835"/>
          <w:tab w:val="left" w:pos="5103"/>
          <w:tab w:val="left" w:pos="7938"/>
          <w:tab w:val="left" w:pos="8222"/>
        </w:tabs>
        <w:jc w:val="both"/>
        <w:rPr>
          <w:rFonts w:ascii="Arial" w:hAnsi="Arial"/>
          <w:sz w:val="22"/>
          <w:szCs w:val="20"/>
          <w:lang w:val="en-US"/>
        </w:rPr>
      </w:pPr>
      <w:r w:rsidRPr="00745E5F">
        <w:rPr>
          <w:rFonts w:ascii="Arial" w:hAnsi="Arial"/>
          <w:sz w:val="18"/>
          <w:lang w:val="en-US"/>
        </w:rPr>
        <w:tab/>
      </w:r>
      <w:r w:rsidRPr="00745E5F">
        <w:rPr>
          <w:rFonts w:ascii="Arial" w:hAnsi="Arial"/>
          <w:sz w:val="18"/>
          <w:lang w:val="en-US"/>
        </w:rPr>
        <w:tab/>
        <w:t xml:space="preserve">                                              </w:t>
      </w:r>
    </w:p>
    <w:p w:rsidR="00227FFD" w:rsidRPr="00745E5F" w:rsidRDefault="00227FFD" w:rsidP="00227FFD">
      <w:pPr>
        <w:rPr>
          <w:rFonts w:ascii="Times New Roman" w:hAnsi="Times New Roman"/>
          <w:lang w:val="en-US"/>
        </w:rPr>
      </w:pPr>
    </w:p>
    <w:p w:rsidR="00745E5F" w:rsidRDefault="00745E5F" w:rsidP="00745E5F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:rsidR="00745E5F" w:rsidRPr="00C60775" w:rsidRDefault="00685C92" w:rsidP="00745E5F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Dear Editors</w:t>
      </w:r>
      <w:r w:rsidR="00745E5F">
        <w:rPr>
          <w:rFonts w:ascii="Arial" w:hAnsi="Arial" w:cs="Arial"/>
          <w:sz w:val="22"/>
          <w:szCs w:val="22"/>
          <w:lang w:val="en-GB"/>
        </w:rPr>
        <w:t>,</w:t>
      </w:r>
    </w:p>
    <w:p w:rsidR="00745E5F" w:rsidRPr="00C60775" w:rsidRDefault="00745E5F" w:rsidP="00745E5F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745E5F" w:rsidRDefault="003D667D" w:rsidP="00745E5F">
      <w:pPr>
        <w:spacing w:line="360" w:lineRule="auto"/>
        <w:contextualSpacing/>
        <w:jc w:val="both"/>
        <w:rPr>
          <w:rFonts w:ascii="Arial" w:eastAsia="Batang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 hereby </w:t>
      </w:r>
      <w:r w:rsidR="00745E5F" w:rsidRPr="008A21BC">
        <w:rPr>
          <w:rFonts w:ascii="Arial" w:hAnsi="Arial" w:cs="Arial"/>
          <w:sz w:val="22"/>
          <w:szCs w:val="22"/>
          <w:lang w:val="en-US"/>
        </w:rPr>
        <w:t xml:space="preserve">submit </w:t>
      </w:r>
      <w:r>
        <w:rPr>
          <w:rFonts w:ascii="Arial" w:hAnsi="Arial" w:cs="Arial"/>
          <w:sz w:val="22"/>
          <w:szCs w:val="22"/>
          <w:lang w:val="en-US"/>
        </w:rPr>
        <w:t>the</w:t>
      </w:r>
      <w:r w:rsidRPr="008A21BC">
        <w:rPr>
          <w:rFonts w:ascii="Arial" w:hAnsi="Arial" w:cs="Arial"/>
          <w:sz w:val="22"/>
          <w:szCs w:val="22"/>
          <w:lang w:val="en-US"/>
        </w:rPr>
        <w:t xml:space="preserve"> </w:t>
      </w:r>
      <w:r w:rsidR="00276333">
        <w:rPr>
          <w:rFonts w:ascii="Arial" w:hAnsi="Arial" w:cs="Arial"/>
          <w:sz w:val="22"/>
          <w:szCs w:val="22"/>
          <w:lang w:val="en-US"/>
        </w:rPr>
        <w:t>article</w:t>
      </w:r>
      <w:r>
        <w:rPr>
          <w:rFonts w:ascii="Arial" w:hAnsi="Arial" w:cs="Arial"/>
          <w:sz w:val="22"/>
          <w:szCs w:val="22"/>
          <w:lang w:val="en-US"/>
        </w:rPr>
        <w:t>:</w:t>
      </w:r>
      <w:r w:rsidR="00745E5F" w:rsidRPr="008A21BC">
        <w:rPr>
          <w:rFonts w:ascii="Arial" w:hAnsi="Arial" w:cs="Arial"/>
          <w:sz w:val="22"/>
          <w:szCs w:val="22"/>
          <w:lang w:val="en-US"/>
        </w:rPr>
        <w:t xml:space="preserve"> </w:t>
      </w:r>
      <w:r w:rsidR="00745E5F" w:rsidRPr="00CA6A6B">
        <w:rPr>
          <w:rFonts w:ascii="Arial" w:hAnsi="Arial" w:cs="Arial"/>
          <w:sz w:val="22"/>
          <w:szCs w:val="22"/>
          <w:lang w:val="en-US"/>
        </w:rPr>
        <w:t>“</w:t>
      </w:r>
      <w:r w:rsidR="00A038C8">
        <w:rPr>
          <w:rFonts w:ascii="Arial" w:hAnsi="Arial" w:cs="Arial"/>
          <w:sz w:val="22"/>
          <w:szCs w:val="22"/>
          <w:lang w:val="en-US"/>
        </w:rPr>
        <w:t>High frequency ultrasound for the analysis of growth restricted fetuses in natural killer cell depleted mast cell-deficient mice</w:t>
      </w:r>
      <w:r w:rsidR="00745E5F" w:rsidRPr="008A21BC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” to be considered for publication in </w:t>
      </w:r>
      <w:r w:rsidR="00CA6A6B" w:rsidRPr="00CA6A6B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the </w:t>
      </w:r>
      <w:r w:rsidR="00A038C8">
        <w:rPr>
          <w:rFonts w:ascii="Arial" w:eastAsia="SimSun" w:hAnsi="Arial" w:cs="Arial"/>
          <w:bCs/>
          <w:i/>
          <w:sz w:val="22"/>
          <w:szCs w:val="22"/>
          <w:lang w:val="en-US" w:eastAsia="zh-CN"/>
        </w:rPr>
        <w:t>Journal of Visualized Experiments</w:t>
      </w:r>
      <w:r w:rsidR="00CA6A6B">
        <w:rPr>
          <w:rFonts w:ascii="Arial" w:eastAsia="SimSun" w:hAnsi="Arial" w:cs="Arial"/>
          <w:bCs/>
          <w:i/>
          <w:sz w:val="22"/>
          <w:szCs w:val="22"/>
          <w:lang w:val="en-US" w:eastAsia="zh-CN"/>
        </w:rPr>
        <w:t>.</w:t>
      </w:r>
      <w:r w:rsidR="00685C92" w:rsidRPr="008A21BC">
        <w:rPr>
          <w:rFonts w:ascii="Arial" w:eastAsia="SimSun" w:hAnsi="Arial" w:cs="Arial"/>
          <w:bCs/>
          <w:i/>
          <w:sz w:val="22"/>
          <w:szCs w:val="22"/>
          <w:lang w:val="en-US" w:eastAsia="zh-CN"/>
        </w:rPr>
        <w:t xml:space="preserve"> </w:t>
      </w:r>
      <w:r w:rsidR="00A038C8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The </w:t>
      </w:r>
      <w:r w:rsidR="00685C92" w:rsidRPr="008A21BC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article </w:t>
      </w:r>
      <w:r w:rsidR="00DE01D4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was written in response to </w:t>
      </w:r>
      <w:r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an </w:t>
      </w:r>
      <w:r w:rsidR="00DE01D4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invitation </w:t>
      </w:r>
      <w:r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by </w:t>
      </w:r>
      <w:proofErr w:type="spellStart"/>
      <w:r w:rsidR="00A038C8">
        <w:rPr>
          <w:rFonts w:ascii="Arial" w:eastAsia="SimSun" w:hAnsi="Arial" w:cs="Arial"/>
          <w:bCs/>
          <w:sz w:val="22"/>
          <w:szCs w:val="22"/>
          <w:lang w:val="en-US" w:eastAsia="zh-CN"/>
        </w:rPr>
        <w:t>Jaydev</w:t>
      </w:r>
      <w:proofErr w:type="spellEnd"/>
      <w:r w:rsidR="00A038C8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 </w:t>
      </w:r>
      <w:proofErr w:type="spellStart"/>
      <w:r w:rsidR="00A038C8">
        <w:rPr>
          <w:rFonts w:ascii="Arial" w:eastAsia="SimSun" w:hAnsi="Arial" w:cs="Arial"/>
          <w:bCs/>
          <w:sz w:val="22"/>
          <w:szCs w:val="22"/>
          <w:lang w:val="en-US" w:eastAsia="zh-CN"/>
        </w:rPr>
        <w:t>Upponi</w:t>
      </w:r>
      <w:proofErr w:type="spellEnd"/>
      <w:r w:rsidR="00A038C8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 </w:t>
      </w:r>
      <w:r w:rsidR="00DE01D4">
        <w:rPr>
          <w:rFonts w:ascii="Arial" w:eastAsia="SimSun" w:hAnsi="Arial" w:cs="Arial"/>
          <w:bCs/>
          <w:sz w:val="22"/>
          <w:szCs w:val="22"/>
          <w:lang w:val="en-US" w:eastAsia="zh-CN"/>
        </w:rPr>
        <w:t xml:space="preserve">and </w:t>
      </w:r>
      <w:r w:rsidR="007F58AE" w:rsidRPr="008A21BC">
        <w:rPr>
          <w:rFonts w:ascii="Arial" w:eastAsia="SimSun" w:hAnsi="Arial" w:cs="Arial"/>
          <w:bCs/>
          <w:sz w:val="22"/>
          <w:szCs w:val="22"/>
          <w:lang w:val="en-US" w:eastAsia="zh-CN"/>
        </w:rPr>
        <w:t>has not been submitted elsewhere.</w:t>
      </w:r>
      <w:r w:rsidR="00685C92" w:rsidRPr="008A21BC">
        <w:rPr>
          <w:rFonts w:ascii="Arial" w:hAnsi="Arial" w:cs="Arial"/>
          <w:b/>
          <w:i/>
          <w:color w:val="000000"/>
          <w:sz w:val="22"/>
          <w:szCs w:val="22"/>
          <w:lang w:val="en-GB"/>
        </w:rPr>
        <w:t xml:space="preserve"> </w:t>
      </w:r>
    </w:p>
    <w:p w:rsidR="00745E5F" w:rsidRPr="00A038C8" w:rsidRDefault="00A038C8" w:rsidP="00745E5F">
      <w:pPr>
        <w:spacing w:line="360" w:lineRule="auto"/>
        <w:contextualSpacing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A038C8">
        <w:rPr>
          <w:rFonts w:ascii="Arial" w:eastAsia="Batang" w:hAnsi="Arial" w:cs="Arial"/>
          <w:bCs/>
          <w:sz w:val="22"/>
          <w:szCs w:val="22"/>
          <w:lang w:val="en-US"/>
        </w:rPr>
        <w:t>O</w:t>
      </w:r>
      <w:r w:rsidR="007475AC" w:rsidRPr="00A038C8">
        <w:rPr>
          <w:rFonts w:ascii="Arial" w:eastAsia="Batang" w:hAnsi="Arial" w:cs="Arial"/>
          <w:bCs/>
          <w:sz w:val="22"/>
          <w:szCs w:val="22"/>
          <w:lang w:val="en-US"/>
        </w:rPr>
        <w:t xml:space="preserve">ur article </w:t>
      </w:r>
      <w:r w:rsidRPr="00A038C8">
        <w:rPr>
          <w:rFonts w:ascii="Arial" w:eastAsia="Batang" w:hAnsi="Arial" w:cs="Arial"/>
          <w:bCs/>
          <w:sz w:val="22"/>
          <w:szCs w:val="22"/>
          <w:lang w:val="en-US"/>
        </w:rPr>
        <w:t xml:space="preserve">explains in detail the usage of the VEVO 2100 </w:t>
      </w:r>
      <w:r>
        <w:rPr>
          <w:rFonts w:ascii="Arial" w:eastAsia="Batang" w:hAnsi="Arial" w:cs="Arial"/>
          <w:bCs/>
          <w:sz w:val="22"/>
          <w:szCs w:val="22"/>
          <w:lang w:val="en-US"/>
        </w:rPr>
        <w:t>Imaging S</w:t>
      </w:r>
      <w:r w:rsidRPr="00A038C8">
        <w:rPr>
          <w:rFonts w:ascii="Arial" w:eastAsia="Batang" w:hAnsi="Arial" w:cs="Arial"/>
          <w:bCs/>
          <w:sz w:val="22"/>
          <w:szCs w:val="22"/>
          <w:lang w:val="en-US"/>
        </w:rPr>
        <w:t>ystem</w:t>
      </w:r>
      <w:r w:rsidR="00E0059C" w:rsidRPr="00525BBA">
        <w:rPr>
          <w:rFonts w:ascii="Arial" w:eastAsia="Batang" w:hAnsi="Arial" w:cs="Arial"/>
          <w:bCs/>
          <w:sz w:val="22"/>
          <w:szCs w:val="22"/>
          <w:lang w:val="en-US"/>
        </w:rPr>
        <w:t>,</w:t>
      </w:r>
      <w:r w:rsidRPr="00525BBA">
        <w:rPr>
          <w:rFonts w:ascii="Arial" w:eastAsia="Batang" w:hAnsi="Arial" w:cs="Arial"/>
          <w:bCs/>
          <w:sz w:val="22"/>
          <w:szCs w:val="22"/>
          <w:lang w:val="en-US"/>
        </w:rPr>
        <w:t xml:space="preserve"> an ultrasound device that enables us to </w:t>
      </w:r>
      <w:r w:rsidR="00525BBA" w:rsidRPr="00525BBA">
        <w:rPr>
          <w:rFonts w:ascii="Arial" w:eastAsia="Batang" w:hAnsi="Arial" w:cs="Arial"/>
          <w:bCs/>
          <w:sz w:val="22"/>
          <w:szCs w:val="22"/>
          <w:lang w:val="en-US"/>
        </w:rPr>
        <w:t>follow</w:t>
      </w:r>
      <w:r w:rsidRPr="00525BBA">
        <w:rPr>
          <w:rFonts w:ascii="Arial" w:eastAsia="Batang" w:hAnsi="Arial" w:cs="Arial"/>
          <w:bCs/>
          <w:sz w:val="22"/>
          <w:szCs w:val="22"/>
          <w:lang w:val="en-US"/>
        </w:rPr>
        <w:t xml:space="preserve">–up </w:t>
      </w:r>
      <w:r w:rsidR="00525BBA">
        <w:rPr>
          <w:rFonts w:ascii="Arial" w:eastAsia="Batang" w:hAnsi="Arial" w:cs="Arial"/>
          <w:bCs/>
          <w:sz w:val="22"/>
          <w:szCs w:val="22"/>
          <w:lang w:val="en-US"/>
        </w:rPr>
        <w:t>fet</w:t>
      </w:r>
      <w:r w:rsidR="00525BBA" w:rsidRPr="00525BBA">
        <w:rPr>
          <w:rFonts w:ascii="Arial" w:eastAsia="Batang" w:hAnsi="Arial" w:cs="Arial"/>
          <w:bCs/>
          <w:sz w:val="22"/>
          <w:szCs w:val="22"/>
          <w:lang w:val="en-US"/>
        </w:rPr>
        <w:t>al</w:t>
      </w:r>
      <w:r w:rsidRPr="00525BBA">
        <w:rPr>
          <w:rFonts w:ascii="Arial" w:eastAsia="Batang" w:hAnsi="Arial" w:cs="Arial"/>
          <w:bCs/>
          <w:sz w:val="22"/>
          <w:szCs w:val="22"/>
          <w:lang w:val="en-US"/>
        </w:rPr>
        <w:t xml:space="preserve"> as well as placental and blood flow parameters throughout pregnancy</w:t>
      </w:r>
      <w:r w:rsidR="00525BBA" w:rsidRPr="00525BBA">
        <w:rPr>
          <w:rFonts w:ascii="Arial" w:eastAsia="Batang" w:hAnsi="Arial" w:cs="Arial"/>
          <w:bCs/>
          <w:sz w:val="22"/>
          <w:szCs w:val="22"/>
          <w:lang w:val="en-US"/>
        </w:rPr>
        <w:t>.</w:t>
      </w:r>
      <w:r w:rsidR="00E0059C" w:rsidRPr="00525BBA">
        <w:rPr>
          <w:rFonts w:ascii="Arial" w:eastAsia="Batang" w:hAnsi="Arial" w:cs="Arial"/>
          <w:bCs/>
          <w:sz w:val="22"/>
          <w:szCs w:val="22"/>
          <w:lang w:val="en-US"/>
        </w:rPr>
        <w:t xml:space="preserve"> </w:t>
      </w:r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Our </w:t>
      </w:r>
      <w:r w:rsidR="00525BBA" w:rsidRPr="00525BBA">
        <w:rPr>
          <w:rFonts w:ascii="Arial" w:hAnsi="Arial" w:cs="Arial"/>
          <w:sz w:val="22"/>
          <w:szCs w:val="22"/>
          <w:lang w:val="en-US"/>
        </w:rPr>
        <w:t>manuscript</w:t>
      </w:r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 provides </w:t>
      </w:r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on the one hand </w:t>
      </w:r>
      <w:r w:rsidR="00525BBA" w:rsidRPr="00525BBA">
        <w:rPr>
          <w:rFonts w:ascii="Arial" w:hAnsi="Arial" w:cs="Arial"/>
          <w:sz w:val="22"/>
          <w:szCs w:val="22"/>
          <w:lang w:val="en-US"/>
        </w:rPr>
        <w:t>insights into the biological functions of innate immune cells</w:t>
      </w:r>
      <w:r w:rsidR="00525BBA">
        <w:rPr>
          <w:rFonts w:ascii="Arial" w:hAnsi="Arial" w:cs="Arial"/>
          <w:sz w:val="22"/>
          <w:szCs w:val="22"/>
          <w:lang w:val="en-US"/>
        </w:rPr>
        <w:t xml:space="preserve"> and their role in pregnancy diseases. One the other hand the detailed protocol </w:t>
      </w:r>
      <w:r w:rsidR="00525BBA" w:rsidRPr="00525BBA">
        <w:rPr>
          <w:rFonts w:ascii="Arial" w:hAnsi="Arial" w:cs="Arial"/>
          <w:sz w:val="22"/>
          <w:szCs w:val="22"/>
          <w:lang w:val="en-US"/>
        </w:rPr>
        <w:t>allows the reader</w:t>
      </w:r>
      <w:r w:rsidR="0090437F">
        <w:rPr>
          <w:rFonts w:ascii="Arial" w:hAnsi="Arial" w:cs="Arial"/>
          <w:sz w:val="22"/>
          <w:szCs w:val="22"/>
          <w:lang w:val="en-US"/>
        </w:rPr>
        <w:t>s</w:t>
      </w:r>
      <w:bookmarkStart w:id="0" w:name="_GoBack"/>
      <w:bookmarkEnd w:id="0"/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 to use the </w:t>
      </w:r>
      <w:proofErr w:type="spellStart"/>
      <w:r w:rsidR="00525BBA" w:rsidRPr="00525BBA">
        <w:rPr>
          <w:rFonts w:ascii="Arial" w:hAnsi="Arial" w:cs="Arial"/>
          <w:sz w:val="22"/>
          <w:szCs w:val="22"/>
          <w:lang w:val="en-US"/>
        </w:rPr>
        <w:t>Vevo</w:t>
      </w:r>
      <w:proofErr w:type="spellEnd"/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 2100 Imaging System </w:t>
      </w:r>
      <w:r w:rsidR="00525BBA">
        <w:rPr>
          <w:rFonts w:ascii="Arial" w:hAnsi="Arial" w:cs="Arial"/>
          <w:sz w:val="22"/>
          <w:szCs w:val="22"/>
          <w:lang w:val="en-US"/>
        </w:rPr>
        <w:t>for</w:t>
      </w:r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 </w:t>
      </w:r>
      <w:r w:rsidR="00525BBA">
        <w:rPr>
          <w:rFonts w:ascii="Arial" w:hAnsi="Arial" w:cs="Arial"/>
          <w:sz w:val="22"/>
          <w:szCs w:val="22"/>
          <w:lang w:val="en-US"/>
        </w:rPr>
        <w:t xml:space="preserve">their own </w:t>
      </w:r>
      <w:r w:rsidR="00525BBA">
        <w:rPr>
          <w:rFonts w:ascii="Arial" w:hAnsi="Arial" w:cs="Arial"/>
          <w:sz w:val="22"/>
          <w:szCs w:val="22"/>
          <w:lang w:val="en-US"/>
        </w:rPr>
        <w:t xml:space="preserve">research </w:t>
      </w:r>
      <w:r w:rsidR="00525BBA">
        <w:rPr>
          <w:rFonts w:ascii="Arial" w:hAnsi="Arial" w:cs="Arial"/>
          <w:sz w:val="22"/>
          <w:szCs w:val="22"/>
          <w:lang w:val="en-US"/>
        </w:rPr>
        <w:t xml:space="preserve">either </w:t>
      </w:r>
      <w:r w:rsidR="00525BBA" w:rsidRPr="00525BBA">
        <w:rPr>
          <w:rFonts w:ascii="Arial" w:hAnsi="Arial" w:cs="Arial"/>
          <w:sz w:val="22"/>
          <w:szCs w:val="22"/>
          <w:lang w:val="en-US"/>
        </w:rPr>
        <w:t>pregnancy</w:t>
      </w:r>
      <w:r w:rsidR="00525BBA">
        <w:rPr>
          <w:rFonts w:ascii="Arial" w:hAnsi="Arial" w:cs="Arial"/>
          <w:sz w:val="22"/>
          <w:szCs w:val="22"/>
          <w:lang w:val="en-US"/>
        </w:rPr>
        <w:t>-related or non-rel</w:t>
      </w:r>
      <w:r w:rsidR="00525BBA" w:rsidRPr="00525BBA">
        <w:rPr>
          <w:rFonts w:ascii="Arial" w:hAnsi="Arial" w:cs="Arial"/>
          <w:sz w:val="22"/>
          <w:szCs w:val="22"/>
          <w:lang w:val="en-US"/>
        </w:rPr>
        <w:t>ated.</w:t>
      </w:r>
      <w:r w:rsidR="00525BBA" w:rsidRPr="00525BBA">
        <w:rPr>
          <w:rFonts w:ascii="Arial" w:hAnsi="Arial" w:cs="Arial"/>
          <w:sz w:val="22"/>
          <w:szCs w:val="22"/>
          <w:lang w:val="en-US"/>
        </w:rPr>
        <w:t xml:space="preserve"> </w:t>
      </w:r>
      <w:r w:rsidRPr="00525BBA">
        <w:rPr>
          <w:rFonts w:ascii="Arial" w:eastAsia="Batang" w:hAnsi="Arial" w:cs="Arial"/>
          <w:bCs/>
          <w:sz w:val="22"/>
          <w:szCs w:val="22"/>
          <w:lang w:val="en-US"/>
        </w:rPr>
        <w:t>W</w:t>
      </w:r>
      <w:r w:rsidR="00E0059C" w:rsidRPr="00525BBA">
        <w:rPr>
          <w:rFonts w:ascii="Arial" w:eastAsia="Batang" w:hAnsi="Arial" w:cs="Arial"/>
          <w:bCs/>
          <w:sz w:val="22"/>
          <w:szCs w:val="22"/>
          <w:lang w:val="en-US"/>
        </w:rPr>
        <w:t xml:space="preserve">e believe </w:t>
      </w:r>
      <w:r w:rsidR="00E0059C" w:rsidRPr="00A038C8">
        <w:rPr>
          <w:rFonts w:ascii="Arial" w:hAnsi="Arial" w:cs="Arial"/>
          <w:sz w:val="22"/>
          <w:szCs w:val="22"/>
          <w:lang w:val="en-US"/>
        </w:rPr>
        <w:t>that this work is</w:t>
      </w:r>
      <w:r w:rsidR="00750FA2" w:rsidRPr="00A038C8">
        <w:rPr>
          <w:rFonts w:ascii="Arial" w:hAnsi="Arial" w:cs="Arial"/>
          <w:sz w:val="22"/>
          <w:szCs w:val="22"/>
          <w:lang w:val="en-US"/>
        </w:rPr>
        <w:t xml:space="preserve"> suitable for the</w:t>
      </w:r>
      <w:r w:rsidR="00745E5F" w:rsidRPr="00A038C8">
        <w:rPr>
          <w:rFonts w:ascii="Arial" w:hAnsi="Arial" w:cs="Arial"/>
          <w:sz w:val="22"/>
          <w:szCs w:val="22"/>
          <w:lang w:val="en-US"/>
        </w:rPr>
        <w:t xml:space="preserve"> scientific audience of</w:t>
      </w:r>
      <w:r w:rsidR="00CA6A6B" w:rsidRPr="00A038C8">
        <w:rPr>
          <w:rFonts w:ascii="Arial" w:hAnsi="Arial" w:cs="Arial"/>
          <w:sz w:val="22"/>
          <w:szCs w:val="22"/>
          <w:lang w:val="en-US"/>
        </w:rPr>
        <w:t xml:space="preserve"> the </w:t>
      </w:r>
      <w:r w:rsidRPr="00A038C8">
        <w:rPr>
          <w:rFonts w:ascii="Arial" w:eastAsia="SimSun" w:hAnsi="Arial" w:cs="Arial"/>
          <w:bCs/>
          <w:i/>
          <w:sz w:val="22"/>
          <w:szCs w:val="22"/>
          <w:lang w:val="en-US" w:eastAsia="zh-CN"/>
        </w:rPr>
        <w:t>Journal of Visualized Experiments</w:t>
      </w:r>
      <w:r w:rsidR="00745E5F" w:rsidRPr="00A038C8">
        <w:rPr>
          <w:rFonts w:ascii="Arial" w:hAnsi="Arial" w:cs="Arial"/>
          <w:i/>
          <w:sz w:val="22"/>
          <w:szCs w:val="22"/>
          <w:lang w:val="en-US"/>
        </w:rPr>
        <w:t xml:space="preserve">. </w:t>
      </w:r>
    </w:p>
    <w:p w:rsidR="00745E5F" w:rsidRPr="00C52A28" w:rsidRDefault="00DE01D4" w:rsidP="00745E5F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We t</w:t>
      </w:r>
      <w:r w:rsidR="00745E5F" w:rsidRPr="00C52A28">
        <w:rPr>
          <w:rFonts w:ascii="Arial" w:hAnsi="Arial" w:cs="Arial"/>
          <w:sz w:val="22"/>
          <w:szCs w:val="22"/>
          <w:lang w:val="en-US"/>
        </w:rPr>
        <w:t xml:space="preserve">hank you very much for your attention and look forward to your consideration. </w:t>
      </w:r>
    </w:p>
    <w:p w:rsidR="00DE01D4" w:rsidRDefault="00DE01D4" w:rsidP="00745E5F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745E5F" w:rsidRPr="00C52A28" w:rsidRDefault="00745E5F" w:rsidP="00745E5F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C52A28">
        <w:rPr>
          <w:rFonts w:ascii="Arial" w:hAnsi="Arial" w:cs="Arial"/>
          <w:sz w:val="22"/>
          <w:szCs w:val="22"/>
          <w:lang w:val="en-US"/>
        </w:rPr>
        <w:t xml:space="preserve">Yours sincerely, </w:t>
      </w:r>
    </w:p>
    <w:p w:rsidR="00745E5F" w:rsidRDefault="00745E5F" w:rsidP="00745E5F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</w:p>
    <w:p w:rsidR="00745E5F" w:rsidRDefault="00745E5F" w:rsidP="00745E5F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745E5F" w:rsidRPr="00E90D2F" w:rsidRDefault="00525BBA" w:rsidP="00276333">
      <w:pPr>
        <w:autoSpaceDE w:val="0"/>
        <w:spacing w:line="48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US"/>
        </w:rPr>
        <w:t xml:space="preserve">Prof. </w:t>
      </w:r>
      <w:r w:rsidR="00A038C8">
        <w:rPr>
          <w:rFonts w:ascii="Arial" w:hAnsi="Arial" w:cs="Arial"/>
          <w:sz w:val="22"/>
          <w:szCs w:val="22"/>
          <w:lang w:val="en-US"/>
        </w:rPr>
        <w:t xml:space="preserve">Ana </w:t>
      </w:r>
      <w:r>
        <w:rPr>
          <w:rFonts w:ascii="Arial" w:hAnsi="Arial" w:cs="Arial"/>
          <w:sz w:val="22"/>
          <w:szCs w:val="22"/>
          <w:lang w:val="en-US"/>
        </w:rPr>
        <w:t xml:space="preserve">Claudia </w:t>
      </w:r>
      <w:proofErr w:type="spellStart"/>
      <w:r w:rsidR="00A038C8">
        <w:rPr>
          <w:rFonts w:ascii="Arial" w:hAnsi="Arial" w:cs="Arial"/>
          <w:sz w:val="22"/>
          <w:szCs w:val="22"/>
          <w:lang w:val="en-US"/>
        </w:rPr>
        <w:t>Zenclussen</w:t>
      </w:r>
      <w:proofErr w:type="spellEnd"/>
    </w:p>
    <w:p w:rsidR="005B7C40" w:rsidRPr="00A038C8" w:rsidRDefault="005B7C40" w:rsidP="00227FFD">
      <w:pPr>
        <w:tabs>
          <w:tab w:val="left" w:pos="2835"/>
          <w:tab w:val="left" w:pos="5103"/>
          <w:tab w:val="left" w:pos="7088"/>
          <w:tab w:val="left" w:pos="7938"/>
          <w:tab w:val="left" w:pos="8647"/>
        </w:tabs>
        <w:spacing w:line="276" w:lineRule="auto"/>
        <w:ind w:right="-624"/>
        <w:jc w:val="both"/>
        <w:rPr>
          <w:lang w:val="en-US"/>
        </w:rPr>
      </w:pPr>
    </w:p>
    <w:sectPr w:rsidR="005B7C40" w:rsidRPr="00A038C8" w:rsidSect="00D77D49">
      <w:headerReference w:type="default" r:id="rId10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AA" w:rsidRDefault="00B74EAA" w:rsidP="005B7C40">
      <w:r>
        <w:separator/>
      </w:r>
    </w:p>
  </w:endnote>
  <w:endnote w:type="continuationSeparator" w:id="0">
    <w:p w:rsidR="00B74EAA" w:rsidRDefault="00B74EAA" w:rsidP="005B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Grande-Bold">
    <w:altName w:val="Lucida Grand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AA" w:rsidRDefault="00B74EAA" w:rsidP="005B7C40">
      <w:r>
        <w:separator/>
      </w:r>
    </w:p>
  </w:footnote>
  <w:footnote w:type="continuationSeparator" w:id="0">
    <w:p w:rsidR="00B74EAA" w:rsidRDefault="00B74EAA" w:rsidP="005B7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40" w:rsidRDefault="005B7C40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page">
            <wp:posOffset>2785110</wp:posOffset>
          </wp:positionH>
          <wp:positionV relativeFrom="page">
            <wp:posOffset>431800</wp:posOffset>
          </wp:positionV>
          <wp:extent cx="3843655" cy="609600"/>
          <wp:effectExtent l="0" t="0" r="4445" b="0"/>
          <wp:wrapNone/>
          <wp:docPr id="1" name="Grafik 1" descr="fakultaet_logo_bb_druck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kultaet_logo_bb_druck_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3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2E93"/>
    <w:multiLevelType w:val="hybridMultilevel"/>
    <w:tmpl w:val="D27093AE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40"/>
    <w:rsid w:val="00001F12"/>
    <w:rsid w:val="00066180"/>
    <w:rsid w:val="00066328"/>
    <w:rsid w:val="00066C93"/>
    <w:rsid w:val="0008052D"/>
    <w:rsid w:val="000F58F3"/>
    <w:rsid w:val="001078AB"/>
    <w:rsid w:val="00114233"/>
    <w:rsid w:val="00157781"/>
    <w:rsid w:val="00191425"/>
    <w:rsid w:val="001A2CF4"/>
    <w:rsid w:val="001A5FD5"/>
    <w:rsid w:val="001B48E4"/>
    <w:rsid w:val="001D70DD"/>
    <w:rsid w:val="001E601E"/>
    <w:rsid w:val="00227FFD"/>
    <w:rsid w:val="00250676"/>
    <w:rsid w:val="00276333"/>
    <w:rsid w:val="002917E3"/>
    <w:rsid w:val="002A0DF1"/>
    <w:rsid w:val="002A4FB4"/>
    <w:rsid w:val="002C4BED"/>
    <w:rsid w:val="002E3A67"/>
    <w:rsid w:val="002E7CC7"/>
    <w:rsid w:val="002F446E"/>
    <w:rsid w:val="00306043"/>
    <w:rsid w:val="00336BEC"/>
    <w:rsid w:val="00393B9D"/>
    <w:rsid w:val="003C05AA"/>
    <w:rsid w:val="003D667D"/>
    <w:rsid w:val="00435E41"/>
    <w:rsid w:val="00443DB8"/>
    <w:rsid w:val="00482848"/>
    <w:rsid w:val="00516C1B"/>
    <w:rsid w:val="00525BBA"/>
    <w:rsid w:val="00571A30"/>
    <w:rsid w:val="005914EA"/>
    <w:rsid w:val="005943C2"/>
    <w:rsid w:val="005B5A78"/>
    <w:rsid w:val="005B7704"/>
    <w:rsid w:val="005B7C40"/>
    <w:rsid w:val="005C2944"/>
    <w:rsid w:val="005C6ECB"/>
    <w:rsid w:val="005E575F"/>
    <w:rsid w:val="005F04ED"/>
    <w:rsid w:val="0060358E"/>
    <w:rsid w:val="00636E16"/>
    <w:rsid w:val="006466FB"/>
    <w:rsid w:val="00650844"/>
    <w:rsid w:val="00685C92"/>
    <w:rsid w:val="006975CE"/>
    <w:rsid w:val="006A1017"/>
    <w:rsid w:val="006F7BB5"/>
    <w:rsid w:val="0071193A"/>
    <w:rsid w:val="007148D4"/>
    <w:rsid w:val="0072252B"/>
    <w:rsid w:val="00745E5F"/>
    <w:rsid w:val="007475AC"/>
    <w:rsid w:val="00750FA2"/>
    <w:rsid w:val="007763AE"/>
    <w:rsid w:val="007A079D"/>
    <w:rsid w:val="007A693F"/>
    <w:rsid w:val="007E5CC9"/>
    <w:rsid w:val="007F58AE"/>
    <w:rsid w:val="00801CF0"/>
    <w:rsid w:val="00821B35"/>
    <w:rsid w:val="00822F40"/>
    <w:rsid w:val="008303FA"/>
    <w:rsid w:val="0083067D"/>
    <w:rsid w:val="008850AC"/>
    <w:rsid w:val="008A21BC"/>
    <w:rsid w:val="008A5BE9"/>
    <w:rsid w:val="008D2A91"/>
    <w:rsid w:val="0090437F"/>
    <w:rsid w:val="0099209D"/>
    <w:rsid w:val="009A364C"/>
    <w:rsid w:val="00A038C8"/>
    <w:rsid w:val="00A120D5"/>
    <w:rsid w:val="00A427C5"/>
    <w:rsid w:val="00A64C82"/>
    <w:rsid w:val="00A73F67"/>
    <w:rsid w:val="00A8439C"/>
    <w:rsid w:val="00A95354"/>
    <w:rsid w:val="00AC385B"/>
    <w:rsid w:val="00AF6C38"/>
    <w:rsid w:val="00B03098"/>
    <w:rsid w:val="00B109B6"/>
    <w:rsid w:val="00B1606C"/>
    <w:rsid w:val="00B26049"/>
    <w:rsid w:val="00B62122"/>
    <w:rsid w:val="00B71814"/>
    <w:rsid w:val="00B74EAA"/>
    <w:rsid w:val="00BB2CFD"/>
    <w:rsid w:val="00BC62D4"/>
    <w:rsid w:val="00BE53EF"/>
    <w:rsid w:val="00C03AD9"/>
    <w:rsid w:val="00C165E5"/>
    <w:rsid w:val="00C20C22"/>
    <w:rsid w:val="00CA6A6B"/>
    <w:rsid w:val="00CB7BEB"/>
    <w:rsid w:val="00CD505A"/>
    <w:rsid w:val="00D27B73"/>
    <w:rsid w:val="00D46F76"/>
    <w:rsid w:val="00D77D49"/>
    <w:rsid w:val="00D803AD"/>
    <w:rsid w:val="00D82870"/>
    <w:rsid w:val="00D91980"/>
    <w:rsid w:val="00D92B3B"/>
    <w:rsid w:val="00DA4BA7"/>
    <w:rsid w:val="00DC090F"/>
    <w:rsid w:val="00DE01D4"/>
    <w:rsid w:val="00DE6CBD"/>
    <w:rsid w:val="00E0059C"/>
    <w:rsid w:val="00E2258D"/>
    <w:rsid w:val="00E25FA8"/>
    <w:rsid w:val="00E638A9"/>
    <w:rsid w:val="00E72081"/>
    <w:rsid w:val="00E732EC"/>
    <w:rsid w:val="00E94C9E"/>
    <w:rsid w:val="00EB69D0"/>
    <w:rsid w:val="00EC6650"/>
    <w:rsid w:val="00ED3052"/>
    <w:rsid w:val="00EE095F"/>
    <w:rsid w:val="00EE29EA"/>
    <w:rsid w:val="00EF6B4A"/>
    <w:rsid w:val="00F070CB"/>
    <w:rsid w:val="00F12B11"/>
    <w:rsid w:val="00F17BEF"/>
    <w:rsid w:val="00F42335"/>
    <w:rsid w:val="00F50B65"/>
    <w:rsid w:val="00F70490"/>
    <w:rsid w:val="00F978D1"/>
    <w:rsid w:val="00FE2462"/>
    <w:rsid w:val="00FE3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C40"/>
    <w:rPr>
      <w:rFonts w:ascii="Cambria" w:eastAsia="MS Mincho" w:hAnsi="Cambri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rsid w:val="005B7C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uiPriority w:val="99"/>
    <w:unhideWhenUsed/>
    <w:rsid w:val="005B7C40"/>
    <w:rPr>
      <w:color w:val="0000FF"/>
      <w:u w:val="single"/>
    </w:rPr>
  </w:style>
  <w:style w:type="paragraph" w:styleId="Kopfzeile">
    <w:name w:val="header"/>
    <w:basedOn w:val="Standard"/>
    <w:link w:val="KopfzeileZchn"/>
    <w:rsid w:val="005B7C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B7C40"/>
    <w:rPr>
      <w:rFonts w:ascii="Cambria" w:eastAsia="MS Mincho" w:hAnsi="Cambria"/>
      <w:sz w:val="24"/>
      <w:szCs w:val="24"/>
    </w:rPr>
  </w:style>
  <w:style w:type="paragraph" w:styleId="Fuzeile">
    <w:name w:val="footer"/>
    <w:basedOn w:val="Standard"/>
    <w:link w:val="FuzeileZchn"/>
    <w:rsid w:val="005B7C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B7C40"/>
    <w:rPr>
      <w:rFonts w:ascii="Cambria" w:eastAsia="MS Mincho" w:hAnsi="Cambria"/>
      <w:sz w:val="24"/>
      <w:szCs w:val="24"/>
    </w:rPr>
  </w:style>
  <w:style w:type="paragraph" w:styleId="Sprechblasentext">
    <w:name w:val="Balloon Text"/>
    <w:basedOn w:val="Standard"/>
    <w:link w:val="SprechblasentextZchn"/>
    <w:rsid w:val="007119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193A"/>
    <w:rPr>
      <w:rFonts w:ascii="Tahoma" w:eastAsia="MS Mincho" w:hAnsi="Tahoma" w:cs="Tahoma"/>
      <w:sz w:val="16"/>
      <w:szCs w:val="16"/>
    </w:rPr>
  </w:style>
  <w:style w:type="character" w:styleId="BesuchterHyperlink">
    <w:name w:val="FollowedHyperlink"/>
    <w:basedOn w:val="Absatz-Standardschriftart"/>
    <w:rsid w:val="0008052D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227FFD"/>
    <w:rPr>
      <w:b/>
      <w:bCs/>
    </w:rPr>
  </w:style>
  <w:style w:type="paragraph" w:styleId="Listenabsatz">
    <w:name w:val="List Paragraph"/>
    <w:basedOn w:val="Standard"/>
    <w:uiPriority w:val="34"/>
    <w:qFormat/>
    <w:rsid w:val="0083067D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qFormat/>
    <w:rsid w:val="00A038C8"/>
    <w:pPr>
      <w:widowControl w:val="0"/>
    </w:pPr>
    <w:rPr>
      <w:rFonts w:ascii="Calibri" w:eastAsia="Times New Roman" w:hAnsi="Calibri" w:cs="Calibri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A038C8"/>
    <w:rPr>
      <w:rFonts w:ascii="Calibri" w:hAnsi="Calibri" w:cs="Calibr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C40"/>
    <w:rPr>
      <w:rFonts w:ascii="Cambria" w:eastAsia="MS Mincho" w:hAnsi="Cambri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rsid w:val="005B7C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uiPriority w:val="99"/>
    <w:unhideWhenUsed/>
    <w:rsid w:val="005B7C40"/>
    <w:rPr>
      <w:color w:val="0000FF"/>
      <w:u w:val="single"/>
    </w:rPr>
  </w:style>
  <w:style w:type="paragraph" w:styleId="Kopfzeile">
    <w:name w:val="header"/>
    <w:basedOn w:val="Standard"/>
    <w:link w:val="KopfzeileZchn"/>
    <w:rsid w:val="005B7C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B7C40"/>
    <w:rPr>
      <w:rFonts w:ascii="Cambria" w:eastAsia="MS Mincho" w:hAnsi="Cambria"/>
      <w:sz w:val="24"/>
      <w:szCs w:val="24"/>
    </w:rPr>
  </w:style>
  <w:style w:type="paragraph" w:styleId="Fuzeile">
    <w:name w:val="footer"/>
    <w:basedOn w:val="Standard"/>
    <w:link w:val="FuzeileZchn"/>
    <w:rsid w:val="005B7C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B7C40"/>
    <w:rPr>
      <w:rFonts w:ascii="Cambria" w:eastAsia="MS Mincho" w:hAnsi="Cambria"/>
      <w:sz w:val="24"/>
      <w:szCs w:val="24"/>
    </w:rPr>
  </w:style>
  <w:style w:type="paragraph" w:styleId="Sprechblasentext">
    <w:name w:val="Balloon Text"/>
    <w:basedOn w:val="Standard"/>
    <w:link w:val="SprechblasentextZchn"/>
    <w:rsid w:val="007119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193A"/>
    <w:rPr>
      <w:rFonts w:ascii="Tahoma" w:eastAsia="MS Mincho" w:hAnsi="Tahoma" w:cs="Tahoma"/>
      <w:sz w:val="16"/>
      <w:szCs w:val="16"/>
    </w:rPr>
  </w:style>
  <w:style w:type="character" w:styleId="BesuchterHyperlink">
    <w:name w:val="FollowedHyperlink"/>
    <w:basedOn w:val="Absatz-Standardschriftart"/>
    <w:rsid w:val="0008052D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227FFD"/>
    <w:rPr>
      <w:b/>
      <w:bCs/>
    </w:rPr>
  </w:style>
  <w:style w:type="paragraph" w:styleId="Listenabsatz">
    <w:name w:val="List Paragraph"/>
    <w:basedOn w:val="Standard"/>
    <w:uiPriority w:val="34"/>
    <w:qFormat/>
    <w:rsid w:val="0083067D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qFormat/>
    <w:rsid w:val="00A038C8"/>
    <w:pPr>
      <w:widowControl w:val="0"/>
    </w:pPr>
    <w:rPr>
      <w:rFonts w:ascii="Calibri" w:eastAsia="Times New Roman" w:hAnsi="Calibri" w:cs="Calibri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A038C8"/>
    <w:rPr>
      <w:rFonts w:ascii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95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467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3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4245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1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2133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59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8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26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9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708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916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21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2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4546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.uni-magdeburg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.uni-magdebur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91440" tIns="91440" rIns="91440" bIns="9144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3538136A.dotm</Template>
  <TotalTime>0</TotalTime>
  <Pages>1</Pages>
  <Words>183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</vt:lpstr>
    </vt:vector>
  </TitlesOfParts>
  <Company>Universitätsklinikum Magdeburg A.ö.R.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</dc:title>
  <dc:creator>Langwisch, Stefanie</dc:creator>
  <cp:lastModifiedBy>PC-Account :exgyn02</cp:lastModifiedBy>
  <cp:revision>5</cp:revision>
  <cp:lastPrinted>2014-11-25T07:14:00Z</cp:lastPrinted>
  <dcterms:created xsi:type="dcterms:W3CDTF">2018-05-07T13:33:00Z</dcterms:created>
  <dcterms:modified xsi:type="dcterms:W3CDTF">2018-06-11T10:46:00Z</dcterms:modified>
</cp:coreProperties>
</file>